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39D" w:rsidRPr="00FD21A8" w:rsidRDefault="00EB139D" w:rsidP="00EB139D">
      <w:pPr>
        <w:pageBreakBefore/>
        <w:spacing w:line="480" w:lineRule="auto"/>
      </w:pPr>
      <w:r w:rsidRPr="00FD21A8">
        <w:rPr>
          <w:rFonts w:hint="eastAsia"/>
        </w:rPr>
        <w:t>第8号様式（病院長等 → 選管委員長）</w:t>
      </w:r>
    </w:p>
    <w:p w:rsidR="00EB139D" w:rsidRPr="00FD21A8" w:rsidRDefault="00EB139D" w:rsidP="00EB139D">
      <w:pPr>
        <w:spacing w:line="400" w:lineRule="exact"/>
      </w:pPr>
    </w:p>
    <w:p w:rsidR="00EB139D" w:rsidRPr="00FD21A8" w:rsidRDefault="00EB139D" w:rsidP="00EB139D">
      <w:pPr>
        <w:spacing w:line="400" w:lineRule="exact"/>
        <w:jc w:val="center"/>
        <w:rPr>
          <w:sz w:val="32"/>
        </w:rPr>
      </w:pPr>
      <w:r w:rsidRPr="00FD21A8">
        <w:rPr>
          <w:rFonts w:hint="eastAsia"/>
          <w:sz w:val="32"/>
        </w:rPr>
        <w:t>立会人選任実績報告書</w:t>
      </w:r>
    </w:p>
    <w:p w:rsidR="00EB139D" w:rsidRPr="00FD21A8" w:rsidRDefault="00EB139D" w:rsidP="00EB139D">
      <w:pPr>
        <w:spacing w:line="400" w:lineRule="exact"/>
      </w:pPr>
    </w:p>
    <w:p w:rsidR="00EB139D" w:rsidRPr="00FD21A8" w:rsidRDefault="00907556" w:rsidP="00EB139D">
      <w:pPr>
        <w:spacing w:line="400" w:lineRule="exact"/>
        <w:ind w:rightChars="100" w:right="240"/>
        <w:jc w:val="right"/>
      </w:pPr>
      <w:r w:rsidRPr="00FD21A8">
        <w:rPr>
          <w:rFonts w:hint="eastAsia"/>
        </w:rPr>
        <w:t>令和</w:t>
      </w:r>
      <w:r w:rsidR="00EB139D" w:rsidRPr="00FD21A8">
        <w:rPr>
          <w:rFonts w:hint="eastAsia"/>
        </w:rPr>
        <w:t xml:space="preserve">　　　年　　　</w:t>
      </w:r>
      <w:r w:rsidR="00EB139D" w:rsidRPr="00FD21A8">
        <w:t>月</w:t>
      </w:r>
      <w:r w:rsidR="00EB139D" w:rsidRPr="00FD21A8">
        <w:rPr>
          <w:rFonts w:hint="eastAsia"/>
        </w:rPr>
        <w:t xml:space="preserve">　　　</w:t>
      </w:r>
      <w:r w:rsidR="00EB139D" w:rsidRPr="00FD21A8">
        <w:t>日</w:t>
      </w:r>
    </w:p>
    <w:p w:rsidR="00EB139D" w:rsidRPr="00FD21A8" w:rsidRDefault="00EB139D" w:rsidP="00EB139D">
      <w:pPr>
        <w:spacing w:line="400" w:lineRule="exact"/>
      </w:pP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>（宛先）上越市選挙管理委員会委員長</w:t>
      </w:r>
    </w:p>
    <w:p w:rsidR="00EB139D" w:rsidRPr="00FD21A8" w:rsidRDefault="00EB139D" w:rsidP="00EB139D">
      <w:pPr>
        <w:spacing w:line="400" w:lineRule="exact"/>
      </w:pPr>
    </w:p>
    <w:p w:rsidR="00EB139D" w:rsidRPr="00FD21A8" w:rsidRDefault="00EB139D" w:rsidP="00EB139D">
      <w:pPr>
        <w:spacing w:line="400" w:lineRule="exact"/>
        <w:ind w:leftChars="1900" w:left="4560"/>
      </w:pPr>
      <w:r w:rsidRPr="00FD21A8">
        <w:rPr>
          <w:rFonts w:hint="eastAsia"/>
        </w:rPr>
        <w:t>施</w:t>
      </w:r>
      <w:r w:rsidRPr="00FD21A8">
        <w:t>設名</w:t>
      </w:r>
      <w:r w:rsidRPr="00FD21A8">
        <w:rPr>
          <w:rFonts w:hint="eastAsia"/>
        </w:rPr>
        <w:t xml:space="preserve">　</w:t>
      </w:r>
    </w:p>
    <w:p w:rsidR="00EB139D" w:rsidRPr="00FD21A8" w:rsidRDefault="00EB139D" w:rsidP="00EB139D">
      <w:pPr>
        <w:spacing w:line="400" w:lineRule="exact"/>
        <w:ind w:leftChars="1900" w:left="4560"/>
      </w:pPr>
    </w:p>
    <w:p w:rsidR="00EB139D" w:rsidRPr="00FD21A8" w:rsidRDefault="00EB139D" w:rsidP="00EB139D">
      <w:pPr>
        <w:spacing w:line="400" w:lineRule="exact"/>
        <w:ind w:leftChars="1900" w:left="4560"/>
      </w:pPr>
      <w:r w:rsidRPr="00FD21A8">
        <w:rPr>
          <w:rFonts w:hint="eastAsia"/>
        </w:rPr>
        <w:t xml:space="preserve">施設長　　　　　　　　　　　　　　</w:t>
      </w:r>
    </w:p>
    <w:p w:rsidR="00EB139D" w:rsidRPr="00FD21A8" w:rsidRDefault="00EB139D" w:rsidP="00EB139D">
      <w:pPr>
        <w:spacing w:line="400" w:lineRule="exact"/>
      </w:pP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 xml:space="preserve">　</w:t>
      </w:r>
      <w:r w:rsidR="00907556" w:rsidRPr="00FD21A8">
        <w:rPr>
          <w:rFonts w:hint="eastAsia"/>
        </w:rPr>
        <w:t>令和</w:t>
      </w:r>
      <w:r w:rsidR="00320ACF" w:rsidRPr="00FD21A8">
        <w:rPr>
          <w:rFonts w:hint="eastAsia"/>
        </w:rPr>
        <w:t>7</w:t>
      </w:r>
      <w:r w:rsidR="00D67CDB" w:rsidRPr="00FD21A8">
        <w:rPr>
          <w:rFonts w:hint="eastAsia"/>
        </w:rPr>
        <w:t>年</w:t>
      </w:r>
      <w:r w:rsidR="00320ACF" w:rsidRPr="00FD21A8">
        <w:rPr>
          <w:rFonts w:hint="eastAsia"/>
        </w:rPr>
        <w:t>10</w:t>
      </w:r>
      <w:r w:rsidR="00D67CDB" w:rsidRPr="00FD21A8">
        <w:rPr>
          <w:rFonts w:hint="eastAsia"/>
        </w:rPr>
        <w:t>月</w:t>
      </w:r>
      <w:r w:rsidR="00320ACF" w:rsidRPr="00FD21A8">
        <w:rPr>
          <w:rFonts w:hint="eastAsia"/>
        </w:rPr>
        <w:t>26</w:t>
      </w:r>
      <w:r w:rsidR="00D67CDB" w:rsidRPr="00FD21A8">
        <w:rPr>
          <w:rFonts w:hint="eastAsia"/>
        </w:rPr>
        <w:t>日執行の</w:t>
      </w:r>
      <w:r w:rsidR="00320ACF" w:rsidRPr="00FD21A8">
        <w:rPr>
          <w:rFonts w:hint="eastAsia"/>
        </w:rPr>
        <w:t>上越市長選挙及び</w:t>
      </w:r>
      <w:r w:rsidR="0077087B" w:rsidRPr="00FD21A8">
        <w:rPr>
          <w:rFonts w:hint="eastAsia"/>
        </w:rPr>
        <w:t>上越市議会議員</w:t>
      </w:r>
      <w:r w:rsidR="00320ACF" w:rsidRPr="00FD21A8">
        <w:rPr>
          <w:rFonts w:hint="eastAsia"/>
        </w:rPr>
        <w:t>補欠</w:t>
      </w:r>
      <w:r w:rsidR="00D67CDB" w:rsidRPr="00FD21A8">
        <w:rPr>
          <w:rFonts w:hint="eastAsia"/>
        </w:rPr>
        <w:t>選挙</w:t>
      </w:r>
      <w:r w:rsidRPr="00FD21A8">
        <w:rPr>
          <w:rFonts w:hint="eastAsia"/>
        </w:rPr>
        <w:t>について、下記のとおり立会人を選任し、不在者投票を実施しましたので報告します。</w:t>
      </w:r>
    </w:p>
    <w:p w:rsidR="00EB139D" w:rsidRPr="00FD21A8" w:rsidRDefault="00EB139D" w:rsidP="00EB139D">
      <w:pPr>
        <w:spacing w:line="400" w:lineRule="exact"/>
      </w:pPr>
    </w:p>
    <w:p w:rsidR="00EB139D" w:rsidRPr="00FD21A8" w:rsidRDefault="00EB139D" w:rsidP="00EB139D">
      <w:pPr>
        <w:spacing w:line="400" w:lineRule="exact"/>
        <w:jc w:val="center"/>
      </w:pPr>
      <w:r w:rsidRPr="00FD21A8">
        <w:rPr>
          <w:rFonts w:hint="eastAsia"/>
        </w:rPr>
        <w:t>記</w:t>
      </w:r>
    </w:p>
    <w:p w:rsidR="00EB139D" w:rsidRPr="00FD21A8" w:rsidRDefault="00EB139D" w:rsidP="00EB139D">
      <w:pPr>
        <w:spacing w:line="400" w:lineRule="exact"/>
      </w:pP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>１　不在者投票立会実績</w:t>
      </w: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 xml:space="preserve">　　立 会 </w:t>
      </w:r>
      <w:r w:rsidR="00907556" w:rsidRPr="00FD21A8">
        <w:rPr>
          <w:rFonts w:hint="eastAsia"/>
        </w:rPr>
        <w:t>日　　令和</w:t>
      </w:r>
      <w:r w:rsidRPr="00FD21A8">
        <w:rPr>
          <w:rFonts w:hint="eastAsia"/>
        </w:rPr>
        <w:t xml:space="preserve">　　　年　　　月　　　日（　）</w:t>
      </w: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 xml:space="preserve">　　立会時間　　午前・午後　　　時　　　分　～　午前・午後　　　時　　　分</w:t>
      </w: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 xml:space="preserve">　　立会場所　　</w:t>
      </w: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 xml:space="preserve">　　外部立会人氏名　　</w:t>
      </w:r>
    </w:p>
    <w:p w:rsidR="00EB139D" w:rsidRPr="00FD21A8" w:rsidRDefault="00EB139D" w:rsidP="00EB139D">
      <w:pPr>
        <w:spacing w:line="400" w:lineRule="exact"/>
      </w:pP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>２　不在者投票実施実績</w:t>
      </w: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 xml:space="preserve">　　不在者投票者総数　　</w:t>
      </w:r>
      <w:r w:rsidR="00780C76" w:rsidRPr="00FD21A8">
        <w:rPr>
          <w:rFonts w:hint="eastAsia"/>
        </w:rPr>
        <w:t xml:space="preserve">　</w:t>
      </w:r>
      <w:r w:rsidRPr="00FD21A8">
        <w:rPr>
          <w:rFonts w:hint="eastAsia"/>
        </w:rPr>
        <w:t xml:space="preserve">　　人</w:t>
      </w:r>
    </w:p>
    <w:p w:rsidR="00780C76" w:rsidRPr="00FD21A8" w:rsidRDefault="00EB139D" w:rsidP="00EB139D">
      <w:pPr>
        <w:spacing w:line="400" w:lineRule="exact"/>
      </w:pPr>
      <w:r w:rsidRPr="00FD21A8">
        <w:rPr>
          <w:rFonts w:hint="eastAsia"/>
        </w:rPr>
        <w:t xml:space="preserve">　　実施時間　　　　　　</w:t>
      </w:r>
      <w:r w:rsidR="00780C76" w:rsidRPr="00FD21A8">
        <w:rPr>
          <w:rFonts w:hint="eastAsia"/>
        </w:rPr>
        <w:t>・</w:t>
      </w:r>
      <w:r w:rsidRPr="00FD21A8">
        <w:rPr>
          <w:rFonts w:hint="eastAsia"/>
        </w:rPr>
        <w:t>上記１の立会時間と同じ</w:t>
      </w: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 xml:space="preserve">　</w:t>
      </w:r>
      <w:r w:rsidR="00780C76" w:rsidRPr="00FD21A8">
        <w:rPr>
          <w:rFonts w:hint="eastAsia"/>
        </w:rPr>
        <w:t xml:space="preserve">　（いずれかに○）　　・</w:t>
      </w:r>
      <w:r w:rsidRPr="00FD21A8">
        <w:rPr>
          <w:rFonts w:hint="eastAsia"/>
        </w:rPr>
        <w:t>上記１の立会時間と異なる</w:t>
      </w:r>
    </w:p>
    <w:p w:rsidR="00EB139D" w:rsidRPr="00FD21A8" w:rsidRDefault="00780C76" w:rsidP="00EB139D">
      <w:pPr>
        <w:spacing w:line="400" w:lineRule="exact"/>
      </w:pPr>
      <w:r w:rsidRPr="00FD21A8">
        <w:rPr>
          <w:rFonts w:hint="eastAsia"/>
        </w:rPr>
        <w:t xml:space="preserve">　　　　　　　　　　　　　　→</w:t>
      </w:r>
      <w:r w:rsidR="00EB139D" w:rsidRPr="00FD21A8">
        <w:rPr>
          <w:rFonts w:hint="eastAsia"/>
        </w:rPr>
        <w:t>午</w:t>
      </w:r>
      <w:r w:rsidRPr="00FD21A8">
        <w:rPr>
          <w:rFonts w:hint="eastAsia"/>
        </w:rPr>
        <w:t xml:space="preserve">　</w:t>
      </w:r>
      <w:r w:rsidR="00EB139D" w:rsidRPr="00FD21A8">
        <w:rPr>
          <w:rFonts w:hint="eastAsia"/>
        </w:rPr>
        <w:t xml:space="preserve">　　時　　分～午</w:t>
      </w:r>
      <w:r w:rsidRPr="00FD21A8">
        <w:rPr>
          <w:rFonts w:hint="eastAsia"/>
        </w:rPr>
        <w:t xml:space="preserve">　</w:t>
      </w:r>
      <w:r w:rsidR="00EB139D" w:rsidRPr="00FD21A8">
        <w:rPr>
          <w:rFonts w:hint="eastAsia"/>
        </w:rPr>
        <w:t xml:space="preserve">　　時　　分</w:t>
      </w:r>
    </w:p>
    <w:p w:rsidR="00EB139D" w:rsidRPr="00FD21A8" w:rsidRDefault="00EB139D" w:rsidP="00EB139D">
      <w:pPr>
        <w:spacing w:line="400" w:lineRule="exact"/>
      </w:pPr>
    </w:p>
    <w:p w:rsidR="00780C76" w:rsidRPr="00FD21A8" w:rsidRDefault="002B5772" w:rsidP="00EB139D">
      <w:pPr>
        <w:spacing w:line="40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21.5pt;margin-top:9.45pt;width:494.5pt;height:0;z-index:251658752" o:connectortype="straight">
            <v:stroke dashstyle="dash"/>
          </v:shape>
        </w:pict>
      </w:r>
    </w:p>
    <w:p w:rsidR="00EB139D" w:rsidRPr="00FD21A8" w:rsidRDefault="00EB139D" w:rsidP="00EB139D">
      <w:pPr>
        <w:spacing w:line="400" w:lineRule="exact"/>
      </w:pPr>
      <w:r w:rsidRPr="00FD21A8">
        <w:rPr>
          <w:rFonts w:hint="eastAsia"/>
        </w:rPr>
        <w:t>（外部立会人記載欄）</w:t>
      </w:r>
    </w:p>
    <w:p w:rsidR="00780C76" w:rsidRPr="00FD21A8" w:rsidRDefault="00780C76" w:rsidP="00EB139D">
      <w:pPr>
        <w:spacing w:line="400" w:lineRule="exact"/>
      </w:pPr>
    </w:p>
    <w:p w:rsidR="00EB139D" w:rsidRPr="00FD21A8" w:rsidRDefault="00EB139D" w:rsidP="00780C76">
      <w:pPr>
        <w:spacing w:line="480" w:lineRule="exact"/>
      </w:pPr>
      <w:r w:rsidRPr="00FD21A8">
        <w:rPr>
          <w:rFonts w:hint="eastAsia"/>
        </w:rPr>
        <w:t xml:space="preserve">　上記の</w:t>
      </w:r>
      <w:r w:rsidR="00780C76" w:rsidRPr="00FD21A8">
        <w:rPr>
          <w:rFonts w:hint="eastAsia"/>
        </w:rPr>
        <w:t>とお</w:t>
      </w:r>
      <w:r w:rsidRPr="00FD21A8">
        <w:rPr>
          <w:rFonts w:hint="eastAsia"/>
        </w:rPr>
        <w:t>り不在者投票に立ち会ったことを認めます。</w:t>
      </w:r>
    </w:p>
    <w:p w:rsidR="00780C76" w:rsidRPr="00FD21A8" w:rsidRDefault="00907556" w:rsidP="00780C76">
      <w:pPr>
        <w:spacing w:line="480" w:lineRule="exact"/>
      </w:pPr>
      <w:r w:rsidRPr="00FD21A8">
        <w:rPr>
          <w:rFonts w:hint="eastAsia"/>
        </w:rPr>
        <w:t xml:space="preserve">　　令和</w:t>
      </w:r>
      <w:r w:rsidR="00EB139D" w:rsidRPr="00FD21A8">
        <w:rPr>
          <w:rFonts w:hint="eastAsia"/>
        </w:rPr>
        <w:t xml:space="preserve">　</w:t>
      </w:r>
      <w:r w:rsidR="00780C76" w:rsidRPr="00FD21A8">
        <w:rPr>
          <w:rFonts w:hint="eastAsia"/>
        </w:rPr>
        <w:t xml:space="preserve">　</w:t>
      </w:r>
      <w:r w:rsidR="00EB139D" w:rsidRPr="00FD21A8">
        <w:rPr>
          <w:rFonts w:hint="eastAsia"/>
        </w:rPr>
        <w:t xml:space="preserve">　年</w:t>
      </w:r>
      <w:r w:rsidR="00780C76" w:rsidRPr="00FD21A8">
        <w:rPr>
          <w:rFonts w:hint="eastAsia"/>
        </w:rPr>
        <w:t xml:space="preserve">　</w:t>
      </w:r>
      <w:r w:rsidR="00EB139D" w:rsidRPr="00FD21A8">
        <w:rPr>
          <w:rFonts w:hint="eastAsia"/>
        </w:rPr>
        <w:t xml:space="preserve">　　月</w:t>
      </w:r>
      <w:r w:rsidR="00780C76" w:rsidRPr="00FD21A8">
        <w:rPr>
          <w:rFonts w:hint="eastAsia"/>
        </w:rPr>
        <w:t xml:space="preserve">　</w:t>
      </w:r>
      <w:r w:rsidR="00EB139D" w:rsidRPr="00FD21A8">
        <w:rPr>
          <w:rFonts w:hint="eastAsia"/>
        </w:rPr>
        <w:t xml:space="preserve">　　日</w:t>
      </w:r>
    </w:p>
    <w:p w:rsidR="00EB139D" w:rsidRPr="00FD21A8" w:rsidRDefault="00780C76" w:rsidP="00780C76">
      <w:pPr>
        <w:spacing w:line="480" w:lineRule="exact"/>
      </w:pPr>
      <w:r w:rsidRPr="00FD21A8">
        <w:rPr>
          <w:rFonts w:hint="eastAsia"/>
        </w:rPr>
        <w:t xml:space="preserve">　　　</w:t>
      </w:r>
      <w:r w:rsidR="00EB139D" w:rsidRPr="00FD21A8">
        <w:rPr>
          <w:rFonts w:hint="eastAsia"/>
        </w:rPr>
        <w:t xml:space="preserve">　　　　　　</w:t>
      </w:r>
      <w:r w:rsidRPr="00FD21A8">
        <w:rPr>
          <w:rFonts w:hint="eastAsia"/>
        </w:rPr>
        <w:t xml:space="preserve">　　　　　　</w:t>
      </w:r>
      <w:r w:rsidR="00EB139D" w:rsidRPr="00FD21A8">
        <w:rPr>
          <w:rFonts w:hint="eastAsia"/>
        </w:rPr>
        <w:t>外部立会人住所</w:t>
      </w:r>
    </w:p>
    <w:p w:rsidR="00EB139D" w:rsidRPr="00FD21A8" w:rsidRDefault="00EB139D" w:rsidP="00780C76">
      <w:pPr>
        <w:spacing w:line="480" w:lineRule="exact"/>
      </w:pPr>
      <w:r w:rsidRPr="00FD21A8">
        <w:rPr>
          <w:rFonts w:hint="eastAsia"/>
        </w:rPr>
        <w:t xml:space="preserve">　　　</w:t>
      </w:r>
      <w:r w:rsidR="00780C76" w:rsidRPr="00FD21A8">
        <w:rPr>
          <w:rFonts w:hint="eastAsia"/>
        </w:rPr>
        <w:t xml:space="preserve">　　　</w:t>
      </w:r>
      <w:r w:rsidRPr="00FD21A8">
        <w:rPr>
          <w:rFonts w:hint="eastAsia"/>
        </w:rPr>
        <w:t xml:space="preserve">　　　　　　　　　外部立会人氏名　</w:t>
      </w:r>
      <w:r w:rsidR="00780C76" w:rsidRPr="00FD21A8">
        <w:rPr>
          <w:rFonts w:hint="eastAsia"/>
        </w:rPr>
        <w:t xml:space="preserve">　　　　　　　　　　　　　</w:t>
      </w:r>
    </w:p>
    <w:p w:rsidR="00CD056B" w:rsidRPr="00FD21A8" w:rsidRDefault="00CD056B" w:rsidP="00CD056B">
      <w:pPr>
        <w:spacing w:line="400" w:lineRule="exact"/>
        <w:jc w:val="right"/>
      </w:pPr>
      <w:r w:rsidRPr="00FD21A8">
        <w:rPr>
          <w:rFonts w:hint="eastAsia"/>
          <w:sz w:val="18"/>
        </w:rPr>
        <w:t>※署名又は記名押印</w:t>
      </w:r>
      <w:bookmarkStart w:id="0" w:name="_GoBack"/>
      <w:bookmarkEnd w:id="0"/>
    </w:p>
    <w:sectPr w:rsidR="00CD056B" w:rsidRPr="00FD21A8" w:rsidSect="006D197F">
      <w:pgSz w:w="11906" w:h="16838" w:code="9"/>
      <w:pgMar w:top="680" w:right="1021" w:bottom="340" w:left="1474" w:header="851" w:footer="992" w:gutter="0"/>
      <w:cols w:space="425"/>
      <w:docGrid w:linePitch="36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CF" w:rsidRDefault="00320ACF" w:rsidP="00F62984">
      <w:r>
        <w:separator/>
      </w:r>
    </w:p>
  </w:endnote>
  <w:endnote w:type="continuationSeparator" w:id="0">
    <w:p w:rsidR="00320ACF" w:rsidRDefault="00320ACF" w:rsidP="00F6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CF" w:rsidRDefault="00320ACF" w:rsidP="00F62984">
      <w:r>
        <w:separator/>
      </w:r>
    </w:p>
  </w:footnote>
  <w:footnote w:type="continuationSeparator" w:id="0">
    <w:p w:rsidR="00320ACF" w:rsidRDefault="00320ACF" w:rsidP="00F6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80F20"/>
    <w:multiLevelType w:val="singleLevel"/>
    <w:tmpl w:val="F0D605AE"/>
    <w:lvl w:ilvl="0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2"/>
  <w:displayVerticalDrawingGridEvery w:val="2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E4AE6"/>
    <w:rsid w:val="00026806"/>
    <w:rsid w:val="0004401A"/>
    <w:rsid w:val="00075B04"/>
    <w:rsid w:val="000A5EA3"/>
    <w:rsid w:val="000B5ECC"/>
    <w:rsid w:val="000B66C6"/>
    <w:rsid w:val="000C7001"/>
    <w:rsid w:val="000E633C"/>
    <w:rsid w:val="000E6380"/>
    <w:rsid w:val="000F53E8"/>
    <w:rsid w:val="00102940"/>
    <w:rsid w:val="001057FA"/>
    <w:rsid w:val="00127A3C"/>
    <w:rsid w:val="00192390"/>
    <w:rsid w:val="002166A7"/>
    <w:rsid w:val="00273AC8"/>
    <w:rsid w:val="002B5772"/>
    <w:rsid w:val="002C0EA1"/>
    <w:rsid w:val="002D164F"/>
    <w:rsid w:val="00302551"/>
    <w:rsid w:val="00303CEB"/>
    <w:rsid w:val="00320ACF"/>
    <w:rsid w:val="00326291"/>
    <w:rsid w:val="003454DD"/>
    <w:rsid w:val="00345A1A"/>
    <w:rsid w:val="003545AC"/>
    <w:rsid w:val="003546DF"/>
    <w:rsid w:val="00382555"/>
    <w:rsid w:val="003B0C52"/>
    <w:rsid w:val="003D2D6A"/>
    <w:rsid w:val="003E6B51"/>
    <w:rsid w:val="003F1080"/>
    <w:rsid w:val="0042539A"/>
    <w:rsid w:val="00442016"/>
    <w:rsid w:val="00466EC1"/>
    <w:rsid w:val="004815B0"/>
    <w:rsid w:val="004944F8"/>
    <w:rsid w:val="004A290A"/>
    <w:rsid w:val="004C2EE7"/>
    <w:rsid w:val="004D36CB"/>
    <w:rsid w:val="00554666"/>
    <w:rsid w:val="00555310"/>
    <w:rsid w:val="005B3855"/>
    <w:rsid w:val="005D42F9"/>
    <w:rsid w:val="005E0EEF"/>
    <w:rsid w:val="005E63A2"/>
    <w:rsid w:val="00630F42"/>
    <w:rsid w:val="006826CB"/>
    <w:rsid w:val="00686153"/>
    <w:rsid w:val="006C4059"/>
    <w:rsid w:val="006C65B0"/>
    <w:rsid w:val="006D197F"/>
    <w:rsid w:val="006D7961"/>
    <w:rsid w:val="00703C17"/>
    <w:rsid w:val="00761291"/>
    <w:rsid w:val="0076321A"/>
    <w:rsid w:val="0077087B"/>
    <w:rsid w:val="00777C58"/>
    <w:rsid w:val="00780C76"/>
    <w:rsid w:val="007C4779"/>
    <w:rsid w:val="007C7CF8"/>
    <w:rsid w:val="007D52BE"/>
    <w:rsid w:val="008161A2"/>
    <w:rsid w:val="00824DE5"/>
    <w:rsid w:val="008253C0"/>
    <w:rsid w:val="00857CCD"/>
    <w:rsid w:val="008640DA"/>
    <w:rsid w:val="00870D55"/>
    <w:rsid w:val="00890863"/>
    <w:rsid w:val="008C740F"/>
    <w:rsid w:val="008D2921"/>
    <w:rsid w:val="00907556"/>
    <w:rsid w:val="009173DF"/>
    <w:rsid w:val="00934FB8"/>
    <w:rsid w:val="00957DBC"/>
    <w:rsid w:val="009E52E0"/>
    <w:rsid w:val="00A20E6D"/>
    <w:rsid w:val="00A36AA8"/>
    <w:rsid w:val="00A60BA9"/>
    <w:rsid w:val="00A70589"/>
    <w:rsid w:val="00A8215D"/>
    <w:rsid w:val="00B12732"/>
    <w:rsid w:val="00B16595"/>
    <w:rsid w:val="00B5493A"/>
    <w:rsid w:val="00B90B11"/>
    <w:rsid w:val="00BA130A"/>
    <w:rsid w:val="00BB5275"/>
    <w:rsid w:val="00BE27DD"/>
    <w:rsid w:val="00C13915"/>
    <w:rsid w:val="00C3206C"/>
    <w:rsid w:val="00C50DED"/>
    <w:rsid w:val="00C741F2"/>
    <w:rsid w:val="00CA70D1"/>
    <w:rsid w:val="00CB381F"/>
    <w:rsid w:val="00CD056B"/>
    <w:rsid w:val="00CE2B45"/>
    <w:rsid w:val="00CE3BEC"/>
    <w:rsid w:val="00CE4AE6"/>
    <w:rsid w:val="00D1208A"/>
    <w:rsid w:val="00D236CD"/>
    <w:rsid w:val="00D256D8"/>
    <w:rsid w:val="00D528FE"/>
    <w:rsid w:val="00D67CDB"/>
    <w:rsid w:val="00D7486B"/>
    <w:rsid w:val="00D7719D"/>
    <w:rsid w:val="00DA3276"/>
    <w:rsid w:val="00DC0029"/>
    <w:rsid w:val="00E131C8"/>
    <w:rsid w:val="00E2790F"/>
    <w:rsid w:val="00E36458"/>
    <w:rsid w:val="00E52F44"/>
    <w:rsid w:val="00E6546F"/>
    <w:rsid w:val="00E962B4"/>
    <w:rsid w:val="00EB139D"/>
    <w:rsid w:val="00F15529"/>
    <w:rsid w:val="00F215D5"/>
    <w:rsid w:val="00F4750B"/>
    <w:rsid w:val="00F62984"/>
    <w:rsid w:val="00F639E8"/>
    <w:rsid w:val="00F7037F"/>
    <w:rsid w:val="00F7538B"/>
    <w:rsid w:val="00F97119"/>
    <w:rsid w:val="00FC3147"/>
    <w:rsid w:val="00FD21A8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EA4EF9BD-430D-44E3-AFB2-A99460D6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76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2EE7"/>
    <w:pPr>
      <w:spacing w:line="320" w:lineRule="atLeast"/>
      <w:ind w:left="480" w:right="166" w:hanging="480"/>
    </w:pPr>
  </w:style>
  <w:style w:type="table" w:styleId="a4">
    <w:name w:val="Table Grid"/>
    <w:basedOn w:val="a1"/>
    <w:uiPriority w:val="59"/>
    <w:rsid w:val="00E52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39E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62984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62984"/>
    <w:rPr>
      <w:rFonts w:ascii="ＭＳ 明朝"/>
      <w:kern w:val="2"/>
      <w:sz w:val="24"/>
    </w:rPr>
  </w:style>
  <w:style w:type="paragraph" w:styleId="aa">
    <w:name w:val="List Paragraph"/>
    <w:basedOn w:val="a"/>
    <w:uiPriority w:val="34"/>
    <w:qFormat/>
    <w:rsid w:val="00102940"/>
    <w:pPr>
      <w:ind w:leftChars="400" w:left="840"/>
    </w:pPr>
  </w:style>
  <w:style w:type="paragraph" w:styleId="ab">
    <w:name w:val="Date"/>
    <w:basedOn w:val="a"/>
    <w:next w:val="a"/>
    <w:link w:val="ac"/>
    <w:rsid w:val="00703C17"/>
  </w:style>
  <w:style w:type="character" w:customStyle="1" w:styleId="ac">
    <w:name w:val="日付 (文字)"/>
    <w:basedOn w:val="a0"/>
    <w:link w:val="ab"/>
    <w:rsid w:val="00703C17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C6F4-2965-4608-933A-0A2EB51C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4526A96A.dotm</Template>
  <TotalTime>451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第1号様式－①（病院長等 → 選管）</vt:lpstr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koyama kiyoshi</cp:lastModifiedBy>
  <cp:revision>2</cp:revision>
  <cp:lastPrinted>2020-02-20T07:19:00Z</cp:lastPrinted>
  <dcterms:created xsi:type="dcterms:W3CDTF">2013-09-24T13:12:00Z</dcterms:created>
  <dcterms:modified xsi:type="dcterms:W3CDTF">2025-09-05T09:32:00Z</dcterms:modified>
</cp:coreProperties>
</file>